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DDE" w:rsidRPr="00941802" w:rsidRDefault="00EF7C1E" w:rsidP="00EF7C1E">
      <w:pPr>
        <w:jc w:val="center"/>
        <w:rPr>
          <w:rFonts w:ascii="Arial" w:hAnsi="Arial" w:cs="Arial"/>
          <w:b/>
          <w:sz w:val="24"/>
          <w:szCs w:val="24"/>
        </w:rPr>
      </w:pPr>
      <w:r w:rsidRPr="00941802">
        <w:rPr>
          <w:rFonts w:ascii="Arial" w:hAnsi="Arial" w:cs="Arial"/>
          <w:b/>
          <w:sz w:val="24"/>
          <w:szCs w:val="24"/>
        </w:rPr>
        <w:t xml:space="preserve">ATA DE DEFESA DE TRABALHO DE CONCLUSÃO DE CURSO </w:t>
      </w:r>
    </w:p>
    <w:p w:rsidR="00EF7C1E" w:rsidRDefault="00EF7C1E" w:rsidP="00DA253B">
      <w:pPr>
        <w:jc w:val="center"/>
        <w:rPr>
          <w:rFonts w:ascii="Arial" w:hAnsi="Arial" w:cs="Arial"/>
          <w:b/>
          <w:sz w:val="28"/>
          <w:szCs w:val="28"/>
        </w:rPr>
      </w:pPr>
    </w:p>
    <w:p w:rsidR="00EF7C1E" w:rsidRPr="00EF7C1E" w:rsidRDefault="00EF7C1E" w:rsidP="00EF7C1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de Defesa do Trabalho de Conclusão de Curso em Engenharia Ambiental</w:t>
      </w:r>
      <w:r w:rsidRPr="00EF7C1E">
        <w:rPr>
          <w:rFonts w:ascii="Arial" w:hAnsi="Arial" w:cs="Arial"/>
          <w:sz w:val="24"/>
          <w:szCs w:val="24"/>
        </w:rPr>
        <w:t xml:space="preserve"> de </w:t>
      </w:r>
      <w:r w:rsidRPr="00EF7C1E">
        <w:rPr>
          <w:rFonts w:ascii="Arial" w:hAnsi="Arial" w:cs="Arial"/>
          <w:color w:val="FF0000"/>
          <w:sz w:val="24"/>
          <w:szCs w:val="24"/>
        </w:rPr>
        <w:t>(nome completo do aluno)</w:t>
      </w:r>
      <w:r w:rsidRPr="00EF7C1E">
        <w:rPr>
          <w:rFonts w:ascii="Arial" w:hAnsi="Arial" w:cs="Arial"/>
          <w:sz w:val="24"/>
          <w:szCs w:val="24"/>
        </w:rPr>
        <w:t>.</w:t>
      </w:r>
    </w:p>
    <w:p w:rsidR="00EF7C1E" w:rsidRPr="00EF7C1E" w:rsidRDefault="00EF7C1E" w:rsidP="00EF7C1E">
      <w:pPr>
        <w:jc w:val="both"/>
        <w:rPr>
          <w:rFonts w:ascii="Arial" w:hAnsi="Arial" w:cs="Arial"/>
          <w:b/>
          <w:sz w:val="24"/>
          <w:szCs w:val="24"/>
        </w:rPr>
      </w:pPr>
    </w:p>
    <w:p w:rsidR="00EE3000" w:rsidRDefault="00EF7C1E" w:rsidP="00EF7C1E">
      <w:pPr>
        <w:jc w:val="both"/>
        <w:rPr>
          <w:rFonts w:ascii="Arial" w:hAnsi="Arial" w:cs="Arial"/>
          <w:sz w:val="24"/>
          <w:szCs w:val="24"/>
        </w:rPr>
      </w:pPr>
      <w:r w:rsidRPr="00EF7C1E">
        <w:rPr>
          <w:rFonts w:ascii="Arial" w:hAnsi="Arial" w:cs="Arial"/>
          <w:sz w:val="24"/>
          <w:szCs w:val="24"/>
        </w:rPr>
        <w:t>Ao</w:t>
      </w:r>
      <w:r w:rsidRPr="00EE3000">
        <w:rPr>
          <w:rFonts w:ascii="Arial" w:hAnsi="Arial" w:cs="Arial"/>
          <w:color w:val="FF0000"/>
          <w:sz w:val="24"/>
          <w:szCs w:val="24"/>
        </w:rPr>
        <w:t>(s)</w:t>
      </w:r>
      <w:r>
        <w:rPr>
          <w:rFonts w:ascii="Arial" w:hAnsi="Arial" w:cs="Arial"/>
          <w:sz w:val="24"/>
          <w:szCs w:val="24"/>
        </w:rPr>
        <w:t xml:space="preserve"> </w:t>
      </w:r>
      <w:r w:rsidRPr="00EF7C1E">
        <w:rPr>
          <w:rFonts w:ascii="Arial" w:hAnsi="Arial" w:cs="Arial"/>
          <w:color w:val="FF0000"/>
          <w:sz w:val="24"/>
          <w:szCs w:val="24"/>
        </w:rPr>
        <w:t>(data por extenso)</w:t>
      </w:r>
      <w:r w:rsidRPr="00EF7C1E">
        <w:rPr>
          <w:rFonts w:ascii="Arial" w:hAnsi="Arial" w:cs="Arial"/>
          <w:sz w:val="24"/>
          <w:szCs w:val="24"/>
        </w:rPr>
        <w:t>, reuniu-se a banca examinadora do trabalho apresentado como Tra</w:t>
      </w:r>
      <w:r w:rsidR="00EE3000">
        <w:rPr>
          <w:rFonts w:ascii="Arial" w:hAnsi="Arial" w:cs="Arial"/>
          <w:sz w:val="24"/>
          <w:szCs w:val="24"/>
        </w:rPr>
        <w:t>balho de Conclusão de Curso em Engenharia Ambiental de (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 xml:space="preserve">NOME </w:t>
      </w:r>
      <w:r w:rsidRPr="00EE3000">
        <w:rPr>
          <w:rFonts w:ascii="Arial" w:hAnsi="Arial" w:cs="Arial"/>
          <w:color w:val="FF0000"/>
          <w:sz w:val="24"/>
          <w:szCs w:val="24"/>
        </w:rPr>
        <w:t>DO ALUNO</w:t>
      </w:r>
      <w:r w:rsid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>, intitulad</w:t>
      </w:r>
      <w:r w:rsidR="00EE3000">
        <w:rPr>
          <w:rFonts w:ascii="Arial" w:hAnsi="Arial" w:cs="Arial"/>
          <w:sz w:val="24"/>
          <w:szCs w:val="24"/>
        </w:rPr>
        <w:t xml:space="preserve">o: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título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 xml:space="preserve"> do trabalho)</w:t>
      </w:r>
      <w:r w:rsidRPr="00EF7C1E">
        <w:rPr>
          <w:rFonts w:ascii="Arial" w:hAnsi="Arial" w:cs="Arial"/>
          <w:sz w:val="24"/>
          <w:szCs w:val="24"/>
        </w:rPr>
        <w:t xml:space="preserve">. Compuseram a banca examinadora os professores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orientador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 xml:space="preserve"> (Orientador),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avaliador 1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Pr="00EF7C1E">
        <w:rPr>
          <w:rFonts w:ascii="Arial" w:hAnsi="Arial" w:cs="Arial"/>
          <w:sz w:val="24"/>
          <w:szCs w:val="24"/>
        </w:rPr>
        <w:t xml:space="preserve"> e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</w:t>
      </w:r>
      <w:r w:rsidRPr="00EE3000">
        <w:rPr>
          <w:rFonts w:ascii="Arial" w:hAnsi="Arial" w:cs="Arial"/>
          <w:color w:val="FF0000"/>
          <w:sz w:val="24"/>
          <w:szCs w:val="24"/>
        </w:rPr>
        <w:t>nome completo do avaliador 2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)</w:t>
      </w:r>
      <w:r w:rsidR="00EE3000">
        <w:rPr>
          <w:rFonts w:ascii="Arial" w:hAnsi="Arial" w:cs="Arial"/>
          <w:sz w:val="24"/>
          <w:szCs w:val="24"/>
        </w:rPr>
        <w:t xml:space="preserve">. Após a exposição oral, o </w:t>
      </w:r>
      <w:r w:rsidRPr="00EF7C1E">
        <w:rPr>
          <w:rFonts w:ascii="Arial" w:hAnsi="Arial" w:cs="Arial"/>
          <w:sz w:val="24"/>
          <w:szCs w:val="24"/>
        </w:rPr>
        <w:t>candidato foi arg</w:t>
      </w:r>
      <w:r w:rsidR="00EE3000">
        <w:rPr>
          <w:rFonts w:ascii="Arial" w:hAnsi="Arial" w:cs="Arial"/>
          <w:sz w:val="24"/>
          <w:szCs w:val="24"/>
        </w:rPr>
        <w:t xml:space="preserve">uido </w:t>
      </w:r>
      <w:r w:rsidRPr="00EF7C1E">
        <w:rPr>
          <w:rFonts w:ascii="Arial" w:hAnsi="Arial" w:cs="Arial"/>
          <w:sz w:val="24"/>
          <w:szCs w:val="24"/>
        </w:rPr>
        <w:t xml:space="preserve">pelos componentes da banca que </w:t>
      </w:r>
      <w:r w:rsidR="00EE3000" w:rsidRPr="00EF7C1E">
        <w:rPr>
          <w:rFonts w:ascii="Arial" w:hAnsi="Arial" w:cs="Arial"/>
          <w:sz w:val="24"/>
          <w:szCs w:val="24"/>
        </w:rPr>
        <w:t>reuniram</w:t>
      </w:r>
      <w:r w:rsidR="00EE3000">
        <w:rPr>
          <w:rFonts w:ascii="Arial" w:hAnsi="Arial" w:cs="Arial"/>
          <w:sz w:val="24"/>
          <w:szCs w:val="24"/>
        </w:rPr>
        <w:t>-se</w:t>
      </w:r>
      <w:r w:rsidRPr="00EF7C1E">
        <w:rPr>
          <w:rFonts w:ascii="Arial" w:hAnsi="Arial" w:cs="Arial"/>
          <w:sz w:val="24"/>
          <w:szCs w:val="24"/>
        </w:rPr>
        <w:t xml:space="preserve"> reservadamente, e decidiram,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(aprovar ou reprovar)</w:t>
      </w:r>
      <w:r w:rsidRPr="00EF7C1E">
        <w:rPr>
          <w:rFonts w:ascii="Arial" w:hAnsi="Arial" w:cs="Arial"/>
          <w:sz w:val="24"/>
          <w:szCs w:val="24"/>
        </w:rPr>
        <w:t>, com o conceito</w:t>
      </w:r>
      <w:r w:rsidR="00EE3000">
        <w:rPr>
          <w:rFonts w:ascii="Arial" w:hAnsi="Arial" w:cs="Arial"/>
          <w:sz w:val="24"/>
          <w:szCs w:val="24"/>
        </w:rPr>
        <w:t xml:space="preserve"> </w:t>
      </w:r>
      <w:r w:rsidR="00E33E36" w:rsidRPr="00E33E36">
        <w:rPr>
          <w:rFonts w:ascii="Arial" w:hAnsi="Arial" w:cs="Arial"/>
          <w:sz w:val="24"/>
          <w:szCs w:val="24"/>
        </w:rPr>
        <w:t>______</w:t>
      </w:r>
      <w:r w:rsidRPr="00EF7C1E">
        <w:rPr>
          <w:rFonts w:ascii="Arial" w:hAnsi="Arial" w:cs="Arial"/>
          <w:sz w:val="24"/>
          <w:szCs w:val="24"/>
        </w:rPr>
        <w:t xml:space="preserve"> à monografia. Para constar, redigi a presente Ata, que aprovada por todos os presentes, vai assinada po</w:t>
      </w:r>
      <w:r w:rsidR="00EE3000">
        <w:rPr>
          <w:rFonts w:ascii="Arial" w:hAnsi="Arial" w:cs="Arial"/>
          <w:sz w:val="24"/>
          <w:szCs w:val="24"/>
        </w:rPr>
        <w:t xml:space="preserve">r mim, </w:t>
      </w:r>
      <w:r w:rsidR="00EE3000" w:rsidRPr="00EE3000">
        <w:rPr>
          <w:rFonts w:ascii="Arial" w:hAnsi="Arial" w:cs="Arial"/>
          <w:color w:val="FF0000"/>
          <w:sz w:val="24"/>
          <w:szCs w:val="24"/>
        </w:rPr>
        <w:t>(nome do professor)</w:t>
      </w:r>
      <w:r w:rsidR="00EE3000">
        <w:rPr>
          <w:rFonts w:ascii="Arial" w:hAnsi="Arial" w:cs="Arial"/>
          <w:sz w:val="24"/>
          <w:szCs w:val="24"/>
        </w:rPr>
        <w:t>, professor responsável pelo TCC do Curso de Engenharia Ambiental</w:t>
      </w:r>
      <w:r w:rsidRPr="00EF7C1E">
        <w:rPr>
          <w:rFonts w:ascii="Arial" w:hAnsi="Arial" w:cs="Arial"/>
          <w:sz w:val="24"/>
          <w:szCs w:val="24"/>
        </w:rPr>
        <w:t>, e pelos demais membros da banca.</w:t>
      </w:r>
    </w:p>
    <w:p w:rsidR="004252F8" w:rsidRDefault="004252F8" w:rsidP="004252F8">
      <w:pPr>
        <w:jc w:val="right"/>
        <w:rPr>
          <w:rFonts w:ascii="Arial" w:hAnsi="Arial" w:cs="Arial"/>
          <w:sz w:val="24"/>
          <w:szCs w:val="24"/>
        </w:rPr>
      </w:pPr>
    </w:p>
    <w:p w:rsidR="00EE3000" w:rsidRP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___________________________</w:t>
      </w:r>
    </w:p>
    <w:p w:rsidR="00EE3000" w:rsidRPr="004252F8" w:rsidRDefault="00941802" w:rsidP="004252F8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4252F8">
        <w:rPr>
          <w:rFonts w:ascii="Arial" w:hAnsi="Arial" w:cs="Arial"/>
          <w:color w:val="FF0000"/>
          <w:sz w:val="24"/>
          <w:szCs w:val="24"/>
        </w:rPr>
        <w:t>(nome completo do aluno)</w:t>
      </w:r>
    </w:p>
    <w:p w:rsidR="00E97CBD" w:rsidRPr="004252F8" w:rsidRDefault="00E97CBD" w:rsidP="004252F8">
      <w:pPr>
        <w:jc w:val="right"/>
        <w:rPr>
          <w:rFonts w:ascii="Arial" w:hAnsi="Arial" w:cs="Arial"/>
          <w:b/>
          <w:sz w:val="24"/>
          <w:szCs w:val="24"/>
        </w:rPr>
      </w:pPr>
    </w:p>
    <w:p w:rsidR="00EE3000" w:rsidRP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____________________________</w:t>
      </w:r>
    </w:p>
    <w:p w:rsidR="00EE3000" w:rsidRPr="004252F8" w:rsidRDefault="004252F8" w:rsidP="004252F8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4252F8">
        <w:rPr>
          <w:rFonts w:ascii="Arial" w:hAnsi="Arial" w:cs="Arial"/>
          <w:color w:val="FF0000"/>
          <w:sz w:val="24"/>
          <w:szCs w:val="24"/>
        </w:rPr>
        <w:t>Nome do orientador (O</w:t>
      </w:r>
      <w:r w:rsidR="00941802" w:rsidRPr="004252F8">
        <w:rPr>
          <w:rFonts w:ascii="Arial" w:hAnsi="Arial" w:cs="Arial"/>
          <w:color w:val="FF0000"/>
          <w:sz w:val="24"/>
          <w:szCs w:val="24"/>
        </w:rPr>
        <w:t>rientador</w:t>
      </w:r>
      <w:r w:rsidR="00EE3000" w:rsidRPr="004252F8">
        <w:rPr>
          <w:rFonts w:ascii="Arial" w:hAnsi="Arial" w:cs="Arial"/>
          <w:color w:val="FF0000"/>
          <w:sz w:val="24"/>
          <w:szCs w:val="24"/>
        </w:rPr>
        <w:t>)</w:t>
      </w:r>
    </w:p>
    <w:p w:rsidR="00EE3000" w:rsidRP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</w:p>
    <w:p w:rsidR="00EE3000" w:rsidRP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____________________________</w:t>
      </w:r>
    </w:p>
    <w:p w:rsidR="00EE3000" w:rsidRPr="004252F8" w:rsidRDefault="004252F8" w:rsidP="004252F8">
      <w:pPr>
        <w:jc w:val="right"/>
        <w:rPr>
          <w:rFonts w:ascii="Arial" w:hAnsi="Arial" w:cs="Arial"/>
          <w:color w:val="FF0000"/>
          <w:sz w:val="24"/>
          <w:szCs w:val="24"/>
        </w:rPr>
      </w:pPr>
      <w:r w:rsidRPr="004252F8">
        <w:rPr>
          <w:rFonts w:ascii="Arial" w:hAnsi="Arial" w:cs="Arial"/>
          <w:color w:val="FF0000"/>
          <w:sz w:val="24"/>
          <w:szCs w:val="24"/>
        </w:rPr>
        <w:t>Nome do a</w:t>
      </w:r>
      <w:r w:rsidR="00EE3000" w:rsidRPr="004252F8">
        <w:rPr>
          <w:rFonts w:ascii="Arial" w:hAnsi="Arial" w:cs="Arial"/>
          <w:color w:val="FF0000"/>
          <w:sz w:val="24"/>
          <w:szCs w:val="24"/>
        </w:rPr>
        <w:t>valiador</w:t>
      </w:r>
      <w:r w:rsidRPr="004252F8">
        <w:rPr>
          <w:rFonts w:ascii="Arial" w:hAnsi="Arial" w:cs="Arial"/>
          <w:color w:val="FF0000"/>
          <w:sz w:val="24"/>
          <w:szCs w:val="24"/>
        </w:rPr>
        <w:t xml:space="preserve"> 1</w:t>
      </w:r>
    </w:p>
    <w:p w:rsidR="00EE3000" w:rsidRP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</w:p>
    <w:p w:rsidR="004252F8" w:rsidRDefault="00EE3000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____________________________</w:t>
      </w:r>
    </w:p>
    <w:p w:rsidR="00EE3000" w:rsidRPr="004252F8" w:rsidRDefault="004252F8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color w:val="FF0000"/>
          <w:sz w:val="24"/>
          <w:szCs w:val="24"/>
        </w:rPr>
        <w:t>Nome do a</w:t>
      </w:r>
      <w:r w:rsidR="00EE3000" w:rsidRPr="004252F8">
        <w:rPr>
          <w:rFonts w:ascii="Arial" w:hAnsi="Arial" w:cs="Arial"/>
          <w:color w:val="FF0000"/>
          <w:sz w:val="24"/>
          <w:szCs w:val="24"/>
        </w:rPr>
        <w:t>valiador</w:t>
      </w:r>
      <w:r w:rsidR="00BF0E12" w:rsidRPr="004252F8">
        <w:rPr>
          <w:rFonts w:ascii="Arial" w:hAnsi="Arial" w:cs="Arial"/>
          <w:color w:val="FF0000"/>
          <w:sz w:val="24"/>
          <w:szCs w:val="24"/>
        </w:rPr>
        <w:t>(a)</w:t>
      </w:r>
      <w:r w:rsidR="00EE3000" w:rsidRPr="004252F8">
        <w:rPr>
          <w:rFonts w:ascii="Arial" w:hAnsi="Arial" w:cs="Arial"/>
          <w:color w:val="FF0000"/>
          <w:sz w:val="24"/>
          <w:szCs w:val="24"/>
        </w:rPr>
        <w:t xml:space="preserve"> 2</w:t>
      </w:r>
    </w:p>
    <w:p w:rsidR="00BF0E12" w:rsidRPr="004252F8" w:rsidRDefault="00BF0E12" w:rsidP="004252F8">
      <w:pPr>
        <w:jc w:val="right"/>
        <w:rPr>
          <w:rFonts w:ascii="Arial" w:hAnsi="Arial" w:cs="Arial"/>
          <w:sz w:val="24"/>
          <w:szCs w:val="24"/>
        </w:rPr>
      </w:pPr>
    </w:p>
    <w:p w:rsidR="00941802" w:rsidRPr="004252F8" w:rsidRDefault="00941802" w:rsidP="004252F8">
      <w:pPr>
        <w:jc w:val="right"/>
        <w:rPr>
          <w:rFonts w:ascii="Arial" w:hAnsi="Arial" w:cs="Arial"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___________________________</w:t>
      </w:r>
    </w:p>
    <w:p w:rsidR="0041178F" w:rsidRPr="004252F8" w:rsidRDefault="00941802" w:rsidP="004252F8">
      <w:pPr>
        <w:jc w:val="right"/>
        <w:rPr>
          <w:rFonts w:ascii="Arial" w:hAnsi="Arial" w:cs="Arial"/>
          <w:b/>
          <w:sz w:val="24"/>
          <w:szCs w:val="24"/>
        </w:rPr>
      </w:pPr>
      <w:r w:rsidRPr="004252F8">
        <w:rPr>
          <w:rFonts w:ascii="Arial" w:hAnsi="Arial" w:cs="Arial"/>
          <w:sz w:val="24"/>
          <w:szCs w:val="24"/>
        </w:rPr>
        <w:t>Prof</w:t>
      </w:r>
      <w:r w:rsidR="0041178F" w:rsidRPr="004252F8">
        <w:rPr>
          <w:rFonts w:ascii="Arial" w:hAnsi="Arial" w:cs="Arial"/>
          <w:sz w:val="24"/>
          <w:szCs w:val="24"/>
        </w:rPr>
        <w:t>.</w:t>
      </w:r>
      <w:r w:rsidR="004252F8" w:rsidRPr="004252F8">
        <w:rPr>
          <w:rFonts w:ascii="Arial" w:hAnsi="Arial" w:cs="Arial"/>
          <w:sz w:val="24"/>
          <w:szCs w:val="24"/>
        </w:rPr>
        <w:t>ª</w:t>
      </w:r>
      <w:r w:rsidR="0041178F" w:rsidRPr="004252F8">
        <w:rPr>
          <w:rFonts w:ascii="Arial" w:hAnsi="Arial" w:cs="Arial"/>
          <w:sz w:val="24"/>
          <w:szCs w:val="24"/>
        </w:rPr>
        <w:t xml:space="preserve"> Dr.</w:t>
      </w:r>
      <w:r w:rsidR="004252F8" w:rsidRPr="004252F8">
        <w:rPr>
          <w:rFonts w:ascii="Arial" w:hAnsi="Arial" w:cs="Arial"/>
          <w:sz w:val="24"/>
          <w:szCs w:val="24"/>
        </w:rPr>
        <w:t>ª</w:t>
      </w:r>
      <w:r w:rsidR="0041178F" w:rsidRPr="004252F8">
        <w:rPr>
          <w:rFonts w:ascii="Arial" w:hAnsi="Arial" w:cs="Arial"/>
          <w:sz w:val="24"/>
          <w:szCs w:val="24"/>
        </w:rPr>
        <w:t xml:space="preserve"> </w:t>
      </w:r>
      <w:r w:rsidR="004252F8" w:rsidRPr="004252F8">
        <w:rPr>
          <w:rFonts w:ascii="Arial" w:hAnsi="Arial" w:cs="Arial"/>
          <w:sz w:val="24"/>
          <w:szCs w:val="24"/>
        </w:rPr>
        <w:t>Anaí Floriano Vasconcelos</w:t>
      </w:r>
      <w:r w:rsidR="004252F8">
        <w:rPr>
          <w:rFonts w:ascii="Arial" w:hAnsi="Arial" w:cs="Arial"/>
          <w:sz w:val="24"/>
          <w:szCs w:val="24"/>
        </w:rPr>
        <w:t xml:space="preserve"> (prof.ª responsável pelo TCC)</w:t>
      </w:r>
      <w:bookmarkStart w:id="0" w:name="_GoBack"/>
      <w:bookmarkEnd w:id="0"/>
    </w:p>
    <w:sectPr w:rsidR="0041178F" w:rsidRPr="004252F8" w:rsidSect="00BF0E12">
      <w:headerReference w:type="default" r:id="rId8"/>
      <w:pgSz w:w="11906" w:h="16838"/>
      <w:pgMar w:top="992" w:right="1701" w:bottom="1276" w:left="1701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78D" w:rsidRDefault="00FC778D" w:rsidP="00B46E42">
      <w:pPr>
        <w:spacing w:line="240" w:lineRule="auto"/>
      </w:pPr>
      <w:r>
        <w:separator/>
      </w:r>
    </w:p>
  </w:endnote>
  <w:endnote w:type="continuationSeparator" w:id="0">
    <w:p w:rsidR="00FC778D" w:rsidRDefault="00FC778D" w:rsidP="00B4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78D" w:rsidRDefault="00FC778D" w:rsidP="00B46E42">
      <w:pPr>
        <w:spacing w:line="240" w:lineRule="auto"/>
      </w:pPr>
      <w:r>
        <w:separator/>
      </w:r>
    </w:p>
  </w:footnote>
  <w:footnote w:type="continuationSeparator" w:id="0">
    <w:p w:rsidR="00FC778D" w:rsidRDefault="00FC778D" w:rsidP="00B46E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E12" w:rsidRDefault="00BF0E12"/>
  <w:tbl>
    <w:tblPr>
      <w:tblStyle w:val="TableGrid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8"/>
      <w:gridCol w:w="5216"/>
      <w:gridCol w:w="2436"/>
    </w:tblGrid>
    <w:tr w:rsidR="00BF0E12" w:rsidTr="00BF0E12">
      <w:trPr>
        <w:trHeight w:val="1408"/>
        <w:jc w:val="center"/>
      </w:trPr>
      <w:tc>
        <w:tcPr>
          <w:tcW w:w="2418" w:type="dxa"/>
          <w:vAlign w:val="center"/>
        </w:tcPr>
        <w:p w:rsidR="00BF0E12" w:rsidRDefault="00BF0E12" w:rsidP="00BF0E12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B935039" wp14:editId="5D7992E4">
                <wp:extent cx="1122670" cy="800063"/>
                <wp:effectExtent l="0" t="0" r="1905" b="63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fsca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3074" cy="821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6" w:type="dxa"/>
          <w:vAlign w:val="center"/>
        </w:tcPr>
        <w:p w:rsidR="00BF0E12" w:rsidRDefault="00BF0E12" w:rsidP="00BF0E12">
          <w:pPr>
            <w:pStyle w:val="Heading1"/>
            <w:rPr>
              <w:rFonts w:ascii="Arial" w:hAnsi="Arial"/>
              <w:sz w:val="22"/>
            </w:rPr>
          </w:pPr>
          <w:r>
            <w:rPr>
              <w:rFonts w:ascii="Arial" w:hAnsi="Arial"/>
              <w:sz w:val="22"/>
            </w:rPr>
            <w:t>UNIVERSIDADE FEDERAL DE SÃO CARLOS</w:t>
          </w:r>
        </w:p>
        <w:p w:rsidR="00BF0E12" w:rsidRDefault="00BF0E12" w:rsidP="00BF0E12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Centro de Ciências da Natureza</w:t>
          </w:r>
        </w:p>
        <w:p w:rsidR="00BF0E12" w:rsidRDefault="00BF0E12" w:rsidP="00BF0E12">
          <w:pPr>
            <w:jc w:val="center"/>
            <w:rPr>
              <w:rFonts w:ascii="Arial" w:hAnsi="Arial"/>
              <w:sz w:val="20"/>
            </w:rPr>
          </w:pPr>
          <w:r w:rsidRPr="008C2548">
            <w:rPr>
              <w:rFonts w:ascii="Arial" w:hAnsi="Arial"/>
              <w:sz w:val="20"/>
            </w:rPr>
            <w:t>Campus Lagoa do Sino</w:t>
          </w:r>
        </w:p>
        <w:p w:rsidR="00BF0E12" w:rsidRPr="008C2548" w:rsidRDefault="00BF0E12" w:rsidP="00BF0E12">
          <w:pPr>
            <w:spacing w:line="240" w:lineRule="auto"/>
            <w:jc w:val="center"/>
            <w:rPr>
              <w:rFonts w:ascii="Arial" w:hAnsi="Arial"/>
              <w:sz w:val="20"/>
            </w:rPr>
          </w:pPr>
        </w:p>
        <w:p w:rsidR="00BF0E12" w:rsidRPr="00FB2666" w:rsidRDefault="00BF0E12" w:rsidP="00BF0E12">
          <w:pPr>
            <w:jc w:val="center"/>
            <w:rPr>
              <w:rFonts w:ascii="Arial" w:hAnsi="Arial"/>
              <w:sz w:val="20"/>
            </w:rPr>
          </w:pPr>
          <w:r>
            <w:rPr>
              <w:rFonts w:ascii="Arial" w:hAnsi="Arial" w:cs="Arial"/>
              <w:b/>
              <w:sz w:val="32"/>
            </w:rPr>
            <w:t>Engenharia Ambiental</w:t>
          </w:r>
        </w:p>
      </w:tc>
      <w:tc>
        <w:tcPr>
          <w:tcW w:w="2436" w:type="dxa"/>
          <w:vAlign w:val="center"/>
        </w:tcPr>
        <w:p w:rsidR="00BF0E12" w:rsidRDefault="00BF0E12" w:rsidP="00BF0E12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1C051C28" wp14:editId="0B15F085">
                <wp:extent cx="1396538" cy="45720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cn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6538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8296F" w:rsidRPr="00BF0E12" w:rsidRDefault="0058296F" w:rsidP="00BF0E12">
    <w:pPr>
      <w:pStyle w:val="Header"/>
      <w:tabs>
        <w:tab w:val="clear" w:pos="8504"/>
        <w:tab w:val="righ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A48CB"/>
    <w:multiLevelType w:val="hybridMultilevel"/>
    <w:tmpl w:val="531CEBB8"/>
    <w:lvl w:ilvl="0" w:tplc="C55851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054FC9"/>
    <w:multiLevelType w:val="hybridMultilevel"/>
    <w:tmpl w:val="2A5EC084"/>
    <w:lvl w:ilvl="0" w:tplc="F90E30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C914EA"/>
    <w:multiLevelType w:val="multilevel"/>
    <w:tmpl w:val="704452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9CD64E3"/>
    <w:multiLevelType w:val="hybridMultilevel"/>
    <w:tmpl w:val="A33CB928"/>
    <w:lvl w:ilvl="0" w:tplc="097C44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B017273"/>
    <w:multiLevelType w:val="hybridMultilevel"/>
    <w:tmpl w:val="C802766A"/>
    <w:lvl w:ilvl="0" w:tplc="F4C49D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C4F1972"/>
    <w:multiLevelType w:val="hybridMultilevel"/>
    <w:tmpl w:val="DB9C9DC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110E4A"/>
    <w:multiLevelType w:val="hybridMultilevel"/>
    <w:tmpl w:val="17764EF6"/>
    <w:lvl w:ilvl="0" w:tplc="D284A6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F6B560D"/>
    <w:multiLevelType w:val="hybridMultilevel"/>
    <w:tmpl w:val="E7AC6124"/>
    <w:lvl w:ilvl="0" w:tplc="59102BF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7436F5"/>
    <w:multiLevelType w:val="hybridMultilevel"/>
    <w:tmpl w:val="DEDAE302"/>
    <w:lvl w:ilvl="0" w:tplc="A2DEC39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42B25D5F"/>
    <w:multiLevelType w:val="multilevel"/>
    <w:tmpl w:val="C434811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57854E8A"/>
    <w:multiLevelType w:val="hybridMultilevel"/>
    <w:tmpl w:val="60120464"/>
    <w:lvl w:ilvl="0" w:tplc="6D82912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6E76EC1"/>
    <w:multiLevelType w:val="multilevel"/>
    <w:tmpl w:val="D5DAB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1423A41"/>
    <w:multiLevelType w:val="hybridMultilevel"/>
    <w:tmpl w:val="EDF2060A"/>
    <w:lvl w:ilvl="0" w:tplc="BA247F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D09AD"/>
    <w:multiLevelType w:val="hybridMultilevel"/>
    <w:tmpl w:val="BC3AB7C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F6"/>
    <w:rsid w:val="00001859"/>
    <w:rsid w:val="00004368"/>
    <w:rsid w:val="00007221"/>
    <w:rsid w:val="00012540"/>
    <w:rsid w:val="0001366F"/>
    <w:rsid w:val="00020F42"/>
    <w:rsid w:val="0004242E"/>
    <w:rsid w:val="00046DC3"/>
    <w:rsid w:val="00056841"/>
    <w:rsid w:val="00064B9D"/>
    <w:rsid w:val="00066465"/>
    <w:rsid w:val="00067CD9"/>
    <w:rsid w:val="00070DB9"/>
    <w:rsid w:val="00074712"/>
    <w:rsid w:val="0008074D"/>
    <w:rsid w:val="00086845"/>
    <w:rsid w:val="00090777"/>
    <w:rsid w:val="0009511C"/>
    <w:rsid w:val="000A220D"/>
    <w:rsid w:val="000A29C4"/>
    <w:rsid w:val="000C6A51"/>
    <w:rsid w:val="000C79F0"/>
    <w:rsid w:val="000E1300"/>
    <w:rsid w:val="000E6870"/>
    <w:rsid w:val="000F4E09"/>
    <w:rsid w:val="000F55E1"/>
    <w:rsid w:val="000F6763"/>
    <w:rsid w:val="000F68D9"/>
    <w:rsid w:val="00100B60"/>
    <w:rsid w:val="001059DC"/>
    <w:rsid w:val="00105C28"/>
    <w:rsid w:val="00107FD5"/>
    <w:rsid w:val="00114950"/>
    <w:rsid w:val="00114ED9"/>
    <w:rsid w:val="00116968"/>
    <w:rsid w:val="00123005"/>
    <w:rsid w:val="001422B4"/>
    <w:rsid w:val="001439BC"/>
    <w:rsid w:val="00145856"/>
    <w:rsid w:val="00157592"/>
    <w:rsid w:val="001662AB"/>
    <w:rsid w:val="00170077"/>
    <w:rsid w:val="001728E3"/>
    <w:rsid w:val="00172C63"/>
    <w:rsid w:val="00173119"/>
    <w:rsid w:val="00173997"/>
    <w:rsid w:val="00175602"/>
    <w:rsid w:val="00184A69"/>
    <w:rsid w:val="00184A8A"/>
    <w:rsid w:val="00184DE2"/>
    <w:rsid w:val="00184E6C"/>
    <w:rsid w:val="00187040"/>
    <w:rsid w:val="00187B24"/>
    <w:rsid w:val="00191283"/>
    <w:rsid w:val="001A77B4"/>
    <w:rsid w:val="001B7DDE"/>
    <w:rsid w:val="001D3622"/>
    <w:rsid w:val="001E2AD5"/>
    <w:rsid w:val="001E379E"/>
    <w:rsid w:val="001F1BC3"/>
    <w:rsid w:val="001F2796"/>
    <w:rsid w:val="001F27AD"/>
    <w:rsid w:val="001F45CD"/>
    <w:rsid w:val="001F641C"/>
    <w:rsid w:val="001F6D7B"/>
    <w:rsid w:val="00200271"/>
    <w:rsid w:val="002105AE"/>
    <w:rsid w:val="0022401D"/>
    <w:rsid w:val="00236798"/>
    <w:rsid w:val="00243D29"/>
    <w:rsid w:val="0024464C"/>
    <w:rsid w:val="002457F7"/>
    <w:rsid w:val="0026054C"/>
    <w:rsid w:val="00262355"/>
    <w:rsid w:val="002631D0"/>
    <w:rsid w:val="002654FB"/>
    <w:rsid w:val="0026573A"/>
    <w:rsid w:val="00277BD1"/>
    <w:rsid w:val="00283391"/>
    <w:rsid w:val="00284915"/>
    <w:rsid w:val="002857B7"/>
    <w:rsid w:val="00285DBC"/>
    <w:rsid w:val="00287378"/>
    <w:rsid w:val="00287EAF"/>
    <w:rsid w:val="002929E3"/>
    <w:rsid w:val="002A1F64"/>
    <w:rsid w:val="002A6BFA"/>
    <w:rsid w:val="002C435F"/>
    <w:rsid w:val="002C48B2"/>
    <w:rsid w:val="002E3654"/>
    <w:rsid w:val="002E3D16"/>
    <w:rsid w:val="002E4DE8"/>
    <w:rsid w:val="002F1CFC"/>
    <w:rsid w:val="002F4B9F"/>
    <w:rsid w:val="002F6456"/>
    <w:rsid w:val="00305FE0"/>
    <w:rsid w:val="00306B48"/>
    <w:rsid w:val="00307916"/>
    <w:rsid w:val="00310B74"/>
    <w:rsid w:val="003252FB"/>
    <w:rsid w:val="00331218"/>
    <w:rsid w:val="00343A20"/>
    <w:rsid w:val="00344C7F"/>
    <w:rsid w:val="0035253B"/>
    <w:rsid w:val="00355083"/>
    <w:rsid w:val="00357F19"/>
    <w:rsid w:val="00360478"/>
    <w:rsid w:val="00362108"/>
    <w:rsid w:val="003621D4"/>
    <w:rsid w:val="00365A1A"/>
    <w:rsid w:val="00371957"/>
    <w:rsid w:val="0037434B"/>
    <w:rsid w:val="0037434E"/>
    <w:rsid w:val="0037574E"/>
    <w:rsid w:val="00376354"/>
    <w:rsid w:val="00386BDE"/>
    <w:rsid w:val="00396D03"/>
    <w:rsid w:val="00396D3E"/>
    <w:rsid w:val="003A08B6"/>
    <w:rsid w:val="003B1AFA"/>
    <w:rsid w:val="003B3841"/>
    <w:rsid w:val="003B5380"/>
    <w:rsid w:val="003C4BC5"/>
    <w:rsid w:val="003D2191"/>
    <w:rsid w:val="003E3673"/>
    <w:rsid w:val="003E3CE1"/>
    <w:rsid w:val="003F1956"/>
    <w:rsid w:val="004021C3"/>
    <w:rsid w:val="004057D0"/>
    <w:rsid w:val="0041178F"/>
    <w:rsid w:val="0041280D"/>
    <w:rsid w:val="00424CD6"/>
    <w:rsid w:val="004252F8"/>
    <w:rsid w:val="004338AC"/>
    <w:rsid w:val="00434CD7"/>
    <w:rsid w:val="00450372"/>
    <w:rsid w:val="00453AB4"/>
    <w:rsid w:val="00461C90"/>
    <w:rsid w:val="00474F8D"/>
    <w:rsid w:val="004750B2"/>
    <w:rsid w:val="00475B04"/>
    <w:rsid w:val="004A126D"/>
    <w:rsid w:val="004C544F"/>
    <w:rsid w:val="004C589F"/>
    <w:rsid w:val="004C5B9A"/>
    <w:rsid w:val="004C6389"/>
    <w:rsid w:val="004C6F95"/>
    <w:rsid w:val="004D60AF"/>
    <w:rsid w:val="004F4634"/>
    <w:rsid w:val="004F78D4"/>
    <w:rsid w:val="0050438B"/>
    <w:rsid w:val="005063A0"/>
    <w:rsid w:val="00507DA4"/>
    <w:rsid w:val="00512887"/>
    <w:rsid w:val="00512AD8"/>
    <w:rsid w:val="00513908"/>
    <w:rsid w:val="00515579"/>
    <w:rsid w:val="005207BD"/>
    <w:rsid w:val="00520969"/>
    <w:rsid w:val="00522545"/>
    <w:rsid w:val="0052357C"/>
    <w:rsid w:val="00524D39"/>
    <w:rsid w:val="00526076"/>
    <w:rsid w:val="00535961"/>
    <w:rsid w:val="00541265"/>
    <w:rsid w:val="00547CFA"/>
    <w:rsid w:val="00551356"/>
    <w:rsid w:val="005516E0"/>
    <w:rsid w:val="005524AD"/>
    <w:rsid w:val="005524B7"/>
    <w:rsid w:val="005540D5"/>
    <w:rsid w:val="00555A6D"/>
    <w:rsid w:val="00557D37"/>
    <w:rsid w:val="00560838"/>
    <w:rsid w:val="005642B2"/>
    <w:rsid w:val="00567806"/>
    <w:rsid w:val="00581B76"/>
    <w:rsid w:val="0058296F"/>
    <w:rsid w:val="00582B5A"/>
    <w:rsid w:val="00584FFA"/>
    <w:rsid w:val="00586605"/>
    <w:rsid w:val="005A1B53"/>
    <w:rsid w:val="005A6956"/>
    <w:rsid w:val="005D42F7"/>
    <w:rsid w:val="005D6BA4"/>
    <w:rsid w:val="005E19BA"/>
    <w:rsid w:val="005F3165"/>
    <w:rsid w:val="00604906"/>
    <w:rsid w:val="00611296"/>
    <w:rsid w:val="00611EC2"/>
    <w:rsid w:val="00613894"/>
    <w:rsid w:val="0061741A"/>
    <w:rsid w:val="00617DE2"/>
    <w:rsid w:val="006246CE"/>
    <w:rsid w:val="00625375"/>
    <w:rsid w:val="006279A4"/>
    <w:rsid w:val="006304BE"/>
    <w:rsid w:val="00640F9D"/>
    <w:rsid w:val="00642F2B"/>
    <w:rsid w:val="006463AF"/>
    <w:rsid w:val="006500FD"/>
    <w:rsid w:val="0066341D"/>
    <w:rsid w:val="00665134"/>
    <w:rsid w:val="00665F57"/>
    <w:rsid w:val="00666B01"/>
    <w:rsid w:val="00667668"/>
    <w:rsid w:val="006717B5"/>
    <w:rsid w:val="0067243C"/>
    <w:rsid w:val="00674F66"/>
    <w:rsid w:val="00677BD5"/>
    <w:rsid w:val="006851DE"/>
    <w:rsid w:val="00693B32"/>
    <w:rsid w:val="00694F45"/>
    <w:rsid w:val="006960F5"/>
    <w:rsid w:val="00696261"/>
    <w:rsid w:val="006968EB"/>
    <w:rsid w:val="006A1890"/>
    <w:rsid w:val="006B7425"/>
    <w:rsid w:val="006C1DF6"/>
    <w:rsid w:val="006D3C63"/>
    <w:rsid w:val="006D65F1"/>
    <w:rsid w:val="006D6BFA"/>
    <w:rsid w:val="006E4259"/>
    <w:rsid w:val="006E48C1"/>
    <w:rsid w:val="006E595F"/>
    <w:rsid w:val="006E7085"/>
    <w:rsid w:val="006E716E"/>
    <w:rsid w:val="006E736B"/>
    <w:rsid w:val="006F7318"/>
    <w:rsid w:val="007021E6"/>
    <w:rsid w:val="00705F1A"/>
    <w:rsid w:val="00706327"/>
    <w:rsid w:val="00711FCE"/>
    <w:rsid w:val="00713587"/>
    <w:rsid w:val="007252AA"/>
    <w:rsid w:val="007253F2"/>
    <w:rsid w:val="00745CEC"/>
    <w:rsid w:val="007536E2"/>
    <w:rsid w:val="00757BC5"/>
    <w:rsid w:val="00764C07"/>
    <w:rsid w:val="00765C04"/>
    <w:rsid w:val="0077198F"/>
    <w:rsid w:val="00773FB1"/>
    <w:rsid w:val="00774B08"/>
    <w:rsid w:val="007837C7"/>
    <w:rsid w:val="00784101"/>
    <w:rsid w:val="007903F2"/>
    <w:rsid w:val="007907F8"/>
    <w:rsid w:val="00793C2B"/>
    <w:rsid w:val="00795B08"/>
    <w:rsid w:val="007A3FBC"/>
    <w:rsid w:val="007A52E8"/>
    <w:rsid w:val="007C2732"/>
    <w:rsid w:val="007C2773"/>
    <w:rsid w:val="007C70BA"/>
    <w:rsid w:val="007F590C"/>
    <w:rsid w:val="007F5ED8"/>
    <w:rsid w:val="00805162"/>
    <w:rsid w:val="0080553B"/>
    <w:rsid w:val="008078F6"/>
    <w:rsid w:val="008205DD"/>
    <w:rsid w:val="00820EFB"/>
    <w:rsid w:val="008253AE"/>
    <w:rsid w:val="008268A8"/>
    <w:rsid w:val="008317A3"/>
    <w:rsid w:val="00831B3B"/>
    <w:rsid w:val="008332AC"/>
    <w:rsid w:val="00835ECC"/>
    <w:rsid w:val="00836F89"/>
    <w:rsid w:val="008470C4"/>
    <w:rsid w:val="008518D9"/>
    <w:rsid w:val="00856E90"/>
    <w:rsid w:val="0087507E"/>
    <w:rsid w:val="008823CA"/>
    <w:rsid w:val="00894815"/>
    <w:rsid w:val="008A75CC"/>
    <w:rsid w:val="008B0F16"/>
    <w:rsid w:val="008B12DB"/>
    <w:rsid w:val="008B270F"/>
    <w:rsid w:val="008B49AA"/>
    <w:rsid w:val="008C1084"/>
    <w:rsid w:val="008C674F"/>
    <w:rsid w:val="008C7E65"/>
    <w:rsid w:val="008D221D"/>
    <w:rsid w:val="008D6B03"/>
    <w:rsid w:val="008E0807"/>
    <w:rsid w:val="008F4C29"/>
    <w:rsid w:val="008F6990"/>
    <w:rsid w:val="00901EB4"/>
    <w:rsid w:val="00903B57"/>
    <w:rsid w:val="00906A99"/>
    <w:rsid w:val="00910008"/>
    <w:rsid w:val="00914F80"/>
    <w:rsid w:val="009214E1"/>
    <w:rsid w:val="009225ED"/>
    <w:rsid w:val="009353A3"/>
    <w:rsid w:val="009417A9"/>
    <w:rsid w:val="00941802"/>
    <w:rsid w:val="0094392B"/>
    <w:rsid w:val="00945607"/>
    <w:rsid w:val="009463A1"/>
    <w:rsid w:val="0095042E"/>
    <w:rsid w:val="00951B72"/>
    <w:rsid w:val="00952F69"/>
    <w:rsid w:val="009548C1"/>
    <w:rsid w:val="009673DD"/>
    <w:rsid w:val="00967DEF"/>
    <w:rsid w:val="00981B2A"/>
    <w:rsid w:val="00982B70"/>
    <w:rsid w:val="00985D62"/>
    <w:rsid w:val="009862AF"/>
    <w:rsid w:val="00994739"/>
    <w:rsid w:val="00997956"/>
    <w:rsid w:val="009A46E3"/>
    <w:rsid w:val="009A7363"/>
    <w:rsid w:val="009B1FEF"/>
    <w:rsid w:val="009B283C"/>
    <w:rsid w:val="009B2F5C"/>
    <w:rsid w:val="009B5448"/>
    <w:rsid w:val="009C018E"/>
    <w:rsid w:val="009C3490"/>
    <w:rsid w:val="009C3CAA"/>
    <w:rsid w:val="009C65EA"/>
    <w:rsid w:val="009D1B3B"/>
    <w:rsid w:val="009D3BAB"/>
    <w:rsid w:val="009F2349"/>
    <w:rsid w:val="009F6B52"/>
    <w:rsid w:val="00A01A26"/>
    <w:rsid w:val="00A020DB"/>
    <w:rsid w:val="00A033B2"/>
    <w:rsid w:val="00A0468B"/>
    <w:rsid w:val="00A07EE5"/>
    <w:rsid w:val="00A11E2F"/>
    <w:rsid w:val="00A16B25"/>
    <w:rsid w:val="00A2553F"/>
    <w:rsid w:val="00A31608"/>
    <w:rsid w:val="00A3244A"/>
    <w:rsid w:val="00A3547B"/>
    <w:rsid w:val="00A35EEF"/>
    <w:rsid w:val="00A35F7F"/>
    <w:rsid w:val="00A37236"/>
    <w:rsid w:val="00A433B3"/>
    <w:rsid w:val="00A6372A"/>
    <w:rsid w:val="00A73AA9"/>
    <w:rsid w:val="00A77BE1"/>
    <w:rsid w:val="00A8016E"/>
    <w:rsid w:val="00A80F84"/>
    <w:rsid w:val="00A93566"/>
    <w:rsid w:val="00A95272"/>
    <w:rsid w:val="00A9621C"/>
    <w:rsid w:val="00A96D65"/>
    <w:rsid w:val="00AA3A73"/>
    <w:rsid w:val="00AC4F24"/>
    <w:rsid w:val="00AC7EAF"/>
    <w:rsid w:val="00AD2328"/>
    <w:rsid w:val="00AD374A"/>
    <w:rsid w:val="00AD6FEC"/>
    <w:rsid w:val="00AF25E1"/>
    <w:rsid w:val="00B01D55"/>
    <w:rsid w:val="00B17E65"/>
    <w:rsid w:val="00B3317D"/>
    <w:rsid w:val="00B3645A"/>
    <w:rsid w:val="00B40E21"/>
    <w:rsid w:val="00B41613"/>
    <w:rsid w:val="00B46E42"/>
    <w:rsid w:val="00B5378A"/>
    <w:rsid w:val="00B54B3D"/>
    <w:rsid w:val="00B567C3"/>
    <w:rsid w:val="00B567F7"/>
    <w:rsid w:val="00B62434"/>
    <w:rsid w:val="00B62B04"/>
    <w:rsid w:val="00B644DC"/>
    <w:rsid w:val="00B67154"/>
    <w:rsid w:val="00B73996"/>
    <w:rsid w:val="00B75564"/>
    <w:rsid w:val="00B82481"/>
    <w:rsid w:val="00B86B26"/>
    <w:rsid w:val="00B97D05"/>
    <w:rsid w:val="00BA3967"/>
    <w:rsid w:val="00BA4737"/>
    <w:rsid w:val="00BA56EE"/>
    <w:rsid w:val="00BA64A9"/>
    <w:rsid w:val="00BC7279"/>
    <w:rsid w:val="00BD112A"/>
    <w:rsid w:val="00BD13C9"/>
    <w:rsid w:val="00BE2EA4"/>
    <w:rsid w:val="00BE4A44"/>
    <w:rsid w:val="00BF0E12"/>
    <w:rsid w:val="00BF5115"/>
    <w:rsid w:val="00C04597"/>
    <w:rsid w:val="00C067D4"/>
    <w:rsid w:val="00C10F07"/>
    <w:rsid w:val="00C11FD7"/>
    <w:rsid w:val="00C13FF7"/>
    <w:rsid w:val="00C14073"/>
    <w:rsid w:val="00C145EC"/>
    <w:rsid w:val="00C1670E"/>
    <w:rsid w:val="00C36EE7"/>
    <w:rsid w:val="00C44D74"/>
    <w:rsid w:val="00C50DB1"/>
    <w:rsid w:val="00C529FE"/>
    <w:rsid w:val="00C54CAA"/>
    <w:rsid w:val="00C61BC0"/>
    <w:rsid w:val="00C635E2"/>
    <w:rsid w:val="00C6490E"/>
    <w:rsid w:val="00C76DF9"/>
    <w:rsid w:val="00C86C14"/>
    <w:rsid w:val="00C91F92"/>
    <w:rsid w:val="00C929E7"/>
    <w:rsid w:val="00C92EC1"/>
    <w:rsid w:val="00C9792A"/>
    <w:rsid w:val="00CA2F49"/>
    <w:rsid w:val="00CA4036"/>
    <w:rsid w:val="00CB057C"/>
    <w:rsid w:val="00CB08CC"/>
    <w:rsid w:val="00CB215D"/>
    <w:rsid w:val="00CB4C85"/>
    <w:rsid w:val="00CC190C"/>
    <w:rsid w:val="00CE1493"/>
    <w:rsid w:val="00CE2C32"/>
    <w:rsid w:val="00CE392C"/>
    <w:rsid w:val="00CE63F9"/>
    <w:rsid w:val="00CF5077"/>
    <w:rsid w:val="00D01D2B"/>
    <w:rsid w:val="00D05C95"/>
    <w:rsid w:val="00D12361"/>
    <w:rsid w:val="00D15257"/>
    <w:rsid w:val="00D31579"/>
    <w:rsid w:val="00D31E7C"/>
    <w:rsid w:val="00D334B8"/>
    <w:rsid w:val="00D341EB"/>
    <w:rsid w:val="00D35A23"/>
    <w:rsid w:val="00D5088F"/>
    <w:rsid w:val="00D51E1B"/>
    <w:rsid w:val="00D529E2"/>
    <w:rsid w:val="00D63784"/>
    <w:rsid w:val="00D65A9A"/>
    <w:rsid w:val="00D71338"/>
    <w:rsid w:val="00D816A8"/>
    <w:rsid w:val="00D8213E"/>
    <w:rsid w:val="00D82334"/>
    <w:rsid w:val="00DA253B"/>
    <w:rsid w:val="00DB167E"/>
    <w:rsid w:val="00DB262F"/>
    <w:rsid w:val="00DB2636"/>
    <w:rsid w:val="00DB426E"/>
    <w:rsid w:val="00DB49F3"/>
    <w:rsid w:val="00DC106B"/>
    <w:rsid w:val="00DC193C"/>
    <w:rsid w:val="00DC3A23"/>
    <w:rsid w:val="00DC3D77"/>
    <w:rsid w:val="00DC5298"/>
    <w:rsid w:val="00DD0A0D"/>
    <w:rsid w:val="00DD4858"/>
    <w:rsid w:val="00DE2441"/>
    <w:rsid w:val="00DE4F04"/>
    <w:rsid w:val="00DF13E0"/>
    <w:rsid w:val="00E03754"/>
    <w:rsid w:val="00E1059E"/>
    <w:rsid w:val="00E1288B"/>
    <w:rsid w:val="00E200E8"/>
    <w:rsid w:val="00E25F03"/>
    <w:rsid w:val="00E31921"/>
    <w:rsid w:val="00E33E36"/>
    <w:rsid w:val="00E46811"/>
    <w:rsid w:val="00E473A0"/>
    <w:rsid w:val="00E47B53"/>
    <w:rsid w:val="00E5305C"/>
    <w:rsid w:val="00E6341B"/>
    <w:rsid w:val="00E747A9"/>
    <w:rsid w:val="00E76F88"/>
    <w:rsid w:val="00E90698"/>
    <w:rsid w:val="00E97CBD"/>
    <w:rsid w:val="00EA083D"/>
    <w:rsid w:val="00EA29B3"/>
    <w:rsid w:val="00EB41ED"/>
    <w:rsid w:val="00EC2DBE"/>
    <w:rsid w:val="00ED01FE"/>
    <w:rsid w:val="00ED5172"/>
    <w:rsid w:val="00EE3000"/>
    <w:rsid w:val="00EE63EA"/>
    <w:rsid w:val="00EF1675"/>
    <w:rsid w:val="00EF7C1E"/>
    <w:rsid w:val="00F03D85"/>
    <w:rsid w:val="00F10B53"/>
    <w:rsid w:val="00F12A72"/>
    <w:rsid w:val="00F15239"/>
    <w:rsid w:val="00F20283"/>
    <w:rsid w:val="00F225D5"/>
    <w:rsid w:val="00F22DD2"/>
    <w:rsid w:val="00F22FD3"/>
    <w:rsid w:val="00F32D49"/>
    <w:rsid w:val="00F34D64"/>
    <w:rsid w:val="00F36A44"/>
    <w:rsid w:val="00F37F03"/>
    <w:rsid w:val="00F47E7A"/>
    <w:rsid w:val="00F60C1D"/>
    <w:rsid w:val="00F61FC6"/>
    <w:rsid w:val="00F63884"/>
    <w:rsid w:val="00F70E6D"/>
    <w:rsid w:val="00F73330"/>
    <w:rsid w:val="00F73E37"/>
    <w:rsid w:val="00F76776"/>
    <w:rsid w:val="00F77DC1"/>
    <w:rsid w:val="00F94EEF"/>
    <w:rsid w:val="00FA011F"/>
    <w:rsid w:val="00FB0505"/>
    <w:rsid w:val="00FB3701"/>
    <w:rsid w:val="00FB3C8D"/>
    <w:rsid w:val="00FC0561"/>
    <w:rsid w:val="00FC778D"/>
    <w:rsid w:val="00FE16E8"/>
    <w:rsid w:val="00FE6151"/>
    <w:rsid w:val="00FF1C1F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9395E62F-1BF1-4DAF-9210-31A19D8A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leGrid">
    <w:name w:val="Table Grid"/>
    <w:basedOn w:val="TableNormal"/>
    <w:uiPriority w:val="39"/>
    <w:rsid w:val="00305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73330"/>
    <w:rPr>
      <w:color w:val="0000FF"/>
      <w:u w:val="single"/>
    </w:rPr>
  </w:style>
  <w:style w:type="paragraph" w:styleId="NoSpacing">
    <w:name w:val="No Spacing"/>
    <w:uiPriority w:val="1"/>
    <w:qFormat/>
    <w:rsid w:val="006D65F1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FE6151"/>
    <w:rPr>
      <w:b/>
      <w:bCs/>
    </w:rPr>
  </w:style>
  <w:style w:type="paragraph" w:styleId="BodyText">
    <w:name w:val="Body Text"/>
    <w:basedOn w:val="Normal"/>
    <w:link w:val="BodyText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A95272"/>
  </w:style>
  <w:style w:type="paragraph" w:styleId="Header">
    <w:name w:val="header"/>
    <w:basedOn w:val="Normal"/>
    <w:link w:val="Header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6E4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6E4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25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25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25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253B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Documents\Gradua&#231;&#227;o\Of&#237;cios\Of&#237;cio%20007%202014%20-%20Rejei&#231;&#227;o%20Espectrofot&#244;metr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31670-1D8C-4B54-9214-70649F3C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Ofício 007 2014 - Rejeição Espectrofotômetro</Template>
  <TotalTime>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x</cp:lastModifiedBy>
  <cp:revision>2</cp:revision>
  <cp:lastPrinted>2017-10-02T18:19:00Z</cp:lastPrinted>
  <dcterms:created xsi:type="dcterms:W3CDTF">2024-03-27T18:25:00Z</dcterms:created>
  <dcterms:modified xsi:type="dcterms:W3CDTF">2024-03-27T18:25:00Z</dcterms:modified>
</cp:coreProperties>
</file>